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4C65F-6A18-4B36-B013-1E075CBE19C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